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487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CF7287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0D90C9D" w14:textId="331F399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6CAF" w:rsidRPr="00966CAF">
        <w:rPr>
          <w:rFonts w:ascii="Corbel" w:hAnsi="Corbel"/>
          <w:b/>
          <w:smallCaps/>
          <w:sz w:val="24"/>
          <w:szCs w:val="24"/>
        </w:rPr>
        <w:t>202</w:t>
      </w:r>
      <w:r w:rsidR="00E67B1F">
        <w:rPr>
          <w:rFonts w:ascii="Corbel" w:hAnsi="Corbel"/>
          <w:b/>
          <w:smallCaps/>
          <w:sz w:val="24"/>
          <w:szCs w:val="24"/>
        </w:rPr>
        <w:t>3</w:t>
      </w:r>
      <w:r w:rsidR="00966CAF" w:rsidRPr="00966CAF">
        <w:rPr>
          <w:rFonts w:ascii="Corbel" w:hAnsi="Corbel"/>
          <w:b/>
          <w:smallCaps/>
          <w:sz w:val="24"/>
          <w:szCs w:val="24"/>
        </w:rPr>
        <w:t>-202</w:t>
      </w:r>
      <w:r w:rsidR="00E67B1F">
        <w:rPr>
          <w:rFonts w:ascii="Corbel" w:hAnsi="Corbel"/>
          <w:b/>
          <w:smallCaps/>
          <w:sz w:val="24"/>
          <w:szCs w:val="24"/>
        </w:rPr>
        <w:t>5</w:t>
      </w:r>
    </w:p>
    <w:p w14:paraId="01C5CEB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C97D045" w14:textId="4837344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3649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66CAF" w:rsidRPr="00966CAF">
        <w:rPr>
          <w:rFonts w:ascii="Corbel" w:hAnsi="Corbel"/>
          <w:sz w:val="20"/>
          <w:szCs w:val="20"/>
        </w:rPr>
        <w:t>202</w:t>
      </w:r>
      <w:r w:rsidR="00E67B1F">
        <w:rPr>
          <w:rFonts w:ascii="Corbel" w:hAnsi="Corbel"/>
          <w:sz w:val="20"/>
          <w:szCs w:val="20"/>
        </w:rPr>
        <w:t>4</w:t>
      </w:r>
      <w:r w:rsidR="00966CAF" w:rsidRPr="00966CAF">
        <w:rPr>
          <w:rFonts w:ascii="Corbel" w:hAnsi="Corbel"/>
          <w:sz w:val="20"/>
          <w:szCs w:val="20"/>
        </w:rPr>
        <w:t>/202</w:t>
      </w:r>
      <w:r w:rsidR="00E67B1F">
        <w:rPr>
          <w:rFonts w:ascii="Corbel" w:hAnsi="Corbel"/>
          <w:sz w:val="20"/>
          <w:szCs w:val="20"/>
        </w:rPr>
        <w:t>5</w:t>
      </w:r>
    </w:p>
    <w:p w14:paraId="071DAAB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2B93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C74D22" w14:textId="77777777" w:rsidTr="00B819C8">
        <w:tc>
          <w:tcPr>
            <w:tcW w:w="2694" w:type="dxa"/>
            <w:vAlign w:val="center"/>
          </w:tcPr>
          <w:p w14:paraId="5ABC53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E3808D" w14:textId="77777777" w:rsidR="0085747A" w:rsidRPr="00A40F06" w:rsidRDefault="00C84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0F06">
              <w:rPr>
                <w:rFonts w:ascii="Corbel" w:hAnsi="Corbel"/>
                <w:sz w:val="24"/>
                <w:szCs w:val="24"/>
              </w:rPr>
              <w:t>Zarządzanie kryzysowe</w:t>
            </w:r>
          </w:p>
        </w:tc>
      </w:tr>
      <w:tr w:rsidR="0085747A" w:rsidRPr="009C54AE" w14:paraId="09AB169F" w14:textId="77777777" w:rsidTr="00B819C8">
        <w:tc>
          <w:tcPr>
            <w:tcW w:w="2694" w:type="dxa"/>
            <w:vAlign w:val="center"/>
          </w:tcPr>
          <w:p w14:paraId="0FE6D5C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A36D76" w14:textId="77777777" w:rsidR="0085747A" w:rsidRPr="009C54AE" w:rsidRDefault="00EE78C5" w:rsidP="00804A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04A22">
              <w:rPr>
                <w:rFonts w:ascii="Corbel" w:hAnsi="Corbel"/>
                <w:b w:val="0"/>
                <w:sz w:val="24"/>
                <w:szCs w:val="24"/>
              </w:rPr>
              <w:t>37</w:t>
            </w:r>
          </w:p>
        </w:tc>
      </w:tr>
      <w:tr w:rsidR="0085747A" w:rsidRPr="009C54AE" w14:paraId="14EAEE21" w14:textId="77777777" w:rsidTr="00B819C8">
        <w:tc>
          <w:tcPr>
            <w:tcW w:w="2694" w:type="dxa"/>
            <w:vAlign w:val="center"/>
          </w:tcPr>
          <w:p w14:paraId="038F819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6A6D2C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F64C10" w14:textId="77777777" w:rsidTr="00B819C8">
        <w:tc>
          <w:tcPr>
            <w:tcW w:w="2694" w:type="dxa"/>
            <w:vAlign w:val="center"/>
          </w:tcPr>
          <w:p w14:paraId="13BE23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72676C" w14:textId="5C6A4446" w:rsidR="0085747A" w:rsidRPr="009C54AE" w:rsidRDefault="00F364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50DDD7E8" w14:textId="77777777" w:rsidTr="00B819C8">
        <w:tc>
          <w:tcPr>
            <w:tcW w:w="2694" w:type="dxa"/>
            <w:vAlign w:val="center"/>
          </w:tcPr>
          <w:p w14:paraId="66D0D3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53E0A4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42311CF8" w14:textId="77777777" w:rsidTr="00B819C8">
        <w:tc>
          <w:tcPr>
            <w:tcW w:w="2694" w:type="dxa"/>
            <w:vAlign w:val="center"/>
          </w:tcPr>
          <w:p w14:paraId="69B0C1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FC9D73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E7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5CB9604C" w14:textId="77777777" w:rsidTr="00B819C8">
        <w:tc>
          <w:tcPr>
            <w:tcW w:w="2694" w:type="dxa"/>
            <w:vAlign w:val="center"/>
          </w:tcPr>
          <w:p w14:paraId="713127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D52356" w14:textId="77777777" w:rsidR="0085747A" w:rsidRPr="009C54AE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B19327B" w14:textId="77777777" w:rsidTr="00B819C8">
        <w:tc>
          <w:tcPr>
            <w:tcW w:w="2694" w:type="dxa"/>
            <w:vAlign w:val="center"/>
          </w:tcPr>
          <w:p w14:paraId="4EB03D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31FF3A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913D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5C34586" w14:textId="77777777" w:rsidTr="00B819C8">
        <w:tc>
          <w:tcPr>
            <w:tcW w:w="2694" w:type="dxa"/>
            <w:vAlign w:val="center"/>
          </w:tcPr>
          <w:p w14:paraId="20B26D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1CD925" w14:textId="77777777" w:rsidR="0085747A" w:rsidRPr="00D429B1" w:rsidRDefault="00B101D5" w:rsidP="00EE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EDB0750" w14:textId="77777777" w:rsidTr="00B819C8">
        <w:tc>
          <w:tcPr>
            <w:tcW w:w="2694" w:type="dxa"/>
            <w:vAlign w:val="center"/>
          </w:tcPr>
          <w:p w14:paraId="2F4EDA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162DF" w14:textId="77777777" w:rsidR="0085747A" w:rsidRPr="009C54AE" w:rsidRDefault="00C84018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77B7D64" w14:textId="77777777" w:rsidTr="00B819C8">
        <w:tc>
          <w:tcPr>
            <w:tcW w:w="2694" w:type="dxa"/>
            <w:vAlign w:val="center"/>
          </w:tcPr>
          <w:p w14:paraId="73B45D1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64B4DD" w14:textId="77777777"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24A2242" w14:textId="77777777" w:rsidTr="00B819C8">
        <w:tc>
          <w:tcPr>
            <w:tcW w:w="2694" w:type="dxa"/>
            <w:vAlign w:val="center"/>
          </w:tcPr>
          <w:p w14:paraId="37864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B32974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6564BF3" w14:textId="77777777" w:rsidTr="00B819C8">
        <w:tc>
          <w:tcPr>
            <w:tcW w:w="2694" w:type="dxa"/>
            <w:vAlign w:val="center"/>
          </w:tcPr>
          <w:p w14:paraId="4110EC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53C917" w14:textId="77777777"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7AC85E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A3F3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BFB2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59A5A" w14:textId="77777777" w:rsidTr="009126D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6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D372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4B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6E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A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A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8B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3D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4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DE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34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70BBA" w14:textId="77777777" w:rsidTr="009126D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5259" w14:textId="77777777" w:rsidR="00015B8F" w:rsidRPr="009C54AE" w:rsidRDefault="00C84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1081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D51E" w14:textId="77777777" w:rsidR="00015B8F" w:rsidRPr="009C54AE" w:rsidRDefault="00A913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401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B8D7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DAE2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F494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C1DB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E493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922E" w14:textId="77777777"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99B9" w14:textId="77777777" w:rsidR="00015B8F" w:rsidRPr="009C54AE" w:rsidRDefault="00EE7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3996E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AFF73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AAD304" w14:textId="0CB474EC" w:rsidR="0085747A" w:rsidRPr="009C54AE" w:rsidRDefault="00A40F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15386E"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D6E0D8E" w14:textId="14EDB485" w:rsidR="0085747A" w:rsidRPr="009C54AE" w:rsidRDefault="0085747A" w:rsidP="00A40F0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A40F06"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20AD6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E33F5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0730AD" w14:textId="77777777" w:rsidR="00A40F06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0D021499" w14:textId="7E331706" w:rsidR="00E960BB" w:rsidRPr="0015386E" w:rsidRDefault="005E5B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14:paraId="23DCEE33" w14:textId="77777777"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6DAAF257" w14:textId="73E31B1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A93FF33" w14:textId="77777777" w:rsidR="00A40F06" w:rsidRPr="009C54AE" w:rsidRDefault="00A40F0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2CA5B5" w14:textId="77777777" w:rsidTr="00745302">
        <w:tc>
          <w:tcPr>
            <w:tcW w:w="9670" w:type="dxa"/>
          </w:tcPr>
          <w:p w14:paraId="521FEF50" w14:textId="77777777" w:rsidR="0085747A" w:rsidRPr="009C54AE" w:rsidRDefault="00596729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67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związanych z obroną cywilną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ochroną ludności</w:t>
            </w:r>
          </w:p>
        </w:tc>
      </w:tr>
    </w:tbl>
    <w:p w14:paraId="01DDDBD6" w14:textId="77777777"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14:paraId="3747545E" w14:textId="77777777" w:rsidR="00D87318" w:rsidRDefault="00D87318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67C79C2" w14:textId="31B9422A" w:rsidR="0085747A" w:rsidRPr="00D87318" w:rsidRDefault="0071620A" w:rsidP="00D429B1">
      <w:pPr>
        <w:spacing w:after="0" w:line="240" w:lineRule="auto"/>
        <w:rPr>
          <w:rFonts w:ascii="Corbel" w:hAnsi="Corbel"/>
          <w:b/>
          <w:szCs w:val="24"/>
        </w:rPr>
      </w:pPr>
      <w:r w:rsidRPr="00D87318">
        <w:rPr>
          <w:rFonts w:ascii="Corbel" w:hAnsi="Corbel"/>
          <w:b/>
          <w:szCs w:val="24"/>
        </w:rPr>
        <w:lastRenderedPageBreak/>
        <w:t>3.</w:t>
      </w:r>
      <w:r w:rsidR="0085747A" w:rsidRPr="00D87318">
        <w:rPr>
          <w:rFonts w:ascii="Corbel" w:hAnsi="Corbel"/>
          <w:b/>
          <w:szCs w:val="24"/>
        </w:rPr>
        <w:t xml:space="preserve"> </w:t>
      </w:r>
      <w:r w:rsidR="00A40F06">
        <w:rPr>
          <w:rFonts w:ascii="Corbel" w:hAnsi="Corbel"/>
          <w:b/>
          <w:szCs w:val="24"/>
        </w:rPr>
        <w:t>C</w:t>
      </w:r>
      <w:r w:rsidR="00A84C85" w:rsidRPr="00D87318">
        <w:rPr>
          <w:rFonts w:ascii="Corbel" w:hAnsi="Corbel"/>
          <w:b/>
          <w:szCs w:val="24"/>
        </w:rPr>
        <w:t>ele, efekty uczenia się</w:t>
      </w:r>
      <w:r w:rsidR="0085747A" w:rsidRPr="00D87318">
        <w:rPr>
          <w:rFonts w:ascii="Corbel" w:hAnsi="Corbel"/>
          <w:b/>
          <w:szCs w:val="24"/>
        </w:rPr>
        <w:t xml:space="preserve"> , treści Programowe i stosowane metody Dydaktyczne</w:t>
      </w:r>
    </w:p>
    <w:p w14:paraId="3057EF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90B9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543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96729" w:rsidRPr="009C54AE" w14:paraId="6288F41F" w14:textId="77777777" w:rsidTr="00596729">
        <w:tc>
          <w:tcPr>
            <w:tcW w:w="851" w:type="dxa"/>
            <w:vAlign w:val="center"/>
          </w:tcPr>
          <w:p w14:paraId="679EC0E9" w14:textId="77777777"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05B884E" w14:textId="77777777" w:rsidR="00596729" w:rsidRPr="00410B24" w:rsidRDefault="00596729" w:rsidP="00596729">
            <w:pPr>
              <w:spacing w:after="0"/>
            </w:pPr>
            <w:r w:rsidRPr="00410B24">
              <w:t>Przekazanie studentom wiedzy na temat sytuacji kryzysowych i kryzysów oraz ich przyczyn</w:t>
            </w:r>
          </w:p>
        </w:tc>
      </w:tr>
      <w:tr w:rsidR="00596729" w:rsidRPr="009C54AE" w14:paraId="4CE443C0" w14:textId="77777777" w:rsidTr="00596729">
        <w:tc>
          <w:tcPr>
            <w:tcW w:w="851" w:type="dxa"/>
            <w:vAlign w:val="center"/>
          </w:tcPr>
          <w:p w14:paraId="3B0A36A8" w14:textId="77777777" w:rsidR="00596729" w:rsidRPr="009C54AE" w:rsidRDefault="00596729" w:rsidP="0059672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DFAC5E" w14:textId="77777777" w:rsidR="00596729" w:rsidRPr="00410B24" w:rsidRDefault="00596729" w:rsidP="00596729">
            <w:pPr>
              <w:spacing w:after="0"/>
            </w:pPr>
            <w:r w:rsidRPr="00410B24">
              <w:t>Wykształcenie umiejętności oceny skali zagrożeń oraz przedsiębrania odpowiednich środków zapobiegawczych</w:t>
            </w:r>
          </w:p>
        </w:tc>
      </w:tr>
      <w:tr w:rsidR="00596729" w:rsidRPr="009C54AE" w14:paraId="3D73C2A8" w14:textId="77777777" w:rsidTr="00596729">
        <w:tc>
          <w:tcPr>
            <w:tcW w:w="851" w:type="dxa"/>
            <w:vAlign w:val="center"/>
          </w:tcPr>
          <w:p w14:paraId="6C080007" w14:textId="77777777"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9F6003C" w14:textId="77777777" w:rsidR="00596729" w:rsidRDefault="00596729" w:rsidP="00596729">
            <w:pPr>
              <w:spacing w:after="0"/>
            </w:pPr>
            <w:r w:rsidRPr="00410B24">
              <w:t>Zapoznanie z instytucjami zarządzania kryzysowego, ich kompetencjami i zadaniami</w:t>
            </w:r>
          </w:p>
        </w:tc>
      </w:tr>
    </w:tbl>
    <w:p w14:paraId="1CFF7E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9561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56721732"/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DC911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757084E" w14:textId="77777777" w:rsidTr="009126D0">
        <w:tc>
          <w:tcPr>
            <w:tcW w:w="1681" w:type="dxa"/>
            <w:vAlign w:val="center"/>
          </w:tcPr>
          <w:p w14:paraId="359E6074" w14:textId="77777777"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E71D1B" w14:textId="77777777"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545BEB" w14:textId="77777777"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741C" w:rsidRPr="009C54AE" w14:paraId="3B3F600C" w14:textId="77777777" w:rsidTr="009126D0">
        <w:tc>
          <w:tcPr>
            <w:tcW w:w="1681" w:type="dxa"/>
            <w:vAlign w:val="center"/>
          </w:tcPr>
          <w:p w14:paraId="60E6928B" w14:textId="77777777"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890C23B" w14:textId="77777777" w:rsidR="00FD741C" w:rsidRPr="00903C24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126D0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najważniejsze przepisy ustawy o zarządzaniu kryzysowym</w:t>
            </w:r>
          </w:p>
        </w:tc>
        <w:tc>
          <w:tcPr>
            <w:tcW w:w="1865" w:type="dxa"/>
            <w:vAlign w:val="center"/>
          </w:tcPr>
          <w:p w14:paraId="3477FBD8" w14:textId="77777777"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  <w:p w14:paraId="7A055FF6" w14:textId="77777777" w:rsidR="00FD741C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D741C" w:rsidRPr="009C54AE" w14:paraId="5BC7004F" w14:textId="77777777" w:rsidTr="009126D0">
        <w:tc>
          <w:tcPr>
            <w:tcW w:w="1681" w:type="dxa"/>
            <w:vAlign w:val="center"/>
          </w:tcPr>
          <w:p w14:paraId="0954739F" w14:textId="77777777"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7E44447" w14:textId="77777777" w:rsidR="00FD741C" w:rsidRPr="00903C24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instytucje i organy odpowiedzialne za zarządzanie kryzysowe na poziomie krajowym, regionalnym i lokalnym</w:t>
            </w:r>
          </w:p>
        </w:tc>
        <w:tc>
          <w:tcPr>
            <w:tcW w:w="1865" w:type="dxa"/>
            <w:vAlign w:val="center"/>
          </w:tcPr>
          <w:p w14:paraId="5B1BFD08" w14:textId="77777777"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FD741C" w:rsidRPr="009C54AE" w14:paraId="34B7686B" w14:textId="77777777" w:rsidTr="009126D0">
        <w:tc>
          <w:tcPr>
            <w:tcW w:w="1681" w:type="dxa"/>
            <w:vAlign w:val="center"/>
          </w:tcPr>
          <w:p w14:paraId="7C63BFD2" w14:textId="77777777"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vAlign w:val="center"/>
          </w:tcPr>
          <w:p w14:paraId="19C2D56D" w14:textId="77777777" w:rsidR="00FD741C" w:rsidRPr="00903C24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możliwe zagrożenia bezpieczeństwa w swojej gminie</w:t>
            </w:r>
          </w:p>
        </w:tc>
        <w:tc>
          <w:tcPr>
            <w:tcW w:w="1865" w:type="dxa"/>
            <w:vAlign w:val="center"/>
          </w:tcPr>
          <w:p w14:paraId="62826D12" w14:textId="77777777"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  <w:p w14:paraId="409F2767" w14:textId="77777777"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F64CE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FD741C" w:rsidRPr="009C54AE" w14:paraId="3BDEBA27" w14:textId="77777777" w:rsidTr="009126D0">
        <w:tc>
          <w:tcPr>
            <w:tcW w:w="1681" w:type="dxa"/>
            <w:vAlign w:val="center"/>
          </w:tcPr>
          <w:p w14:paraId="7B2DAE14" w14:textId="77777777"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227C33F9" w14:textId="77777777" w:rsidR="00FD741C" w:rsidRPr="00903C24" w:rsidRDefault="006F64CE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obserwacji procesów społecznych, gospodarczych i politycznych potrafi wskazywać potencjalne zagrożenia bezpieczeństwa regionalnego i lokalnego</w:t>
            </w:r>
          </w:p>
        </w:tc>
        <w:tc>
          <w:tcPr>
            <w:tcW w:w="1865" w:type="dxa"/>
            <w:vAlign w:val="center"/>
          </w:tcPr>
          <w:p w14:paraId="11E290EE" w14:textId="77777777"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F64CE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E4A2B" w:rsidRPr="009C54AE" w14:paraId="5C11C7C0" w14:textId="77777777" w:rsidTr="009126D0">
        <w:tc>
          <w:tcPr>
            <w:tcW w:w="1681" w:type="dxa"/>
            <w:vAlign w:val="center"/>
          </w:tcPr>
          <w:p w14:paraId="6A982CC7" w14:textId="77777777" w:rsidR="00FE4A2B" w:rsidRDefault="00FE4A2B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6AFABA7D" w14:textId="77777777" w:rsidR="00FE4A2B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>ropon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ograniczenia skutków klęski żywiołowej </w:t>
            </w:r>
            <w:r w:rsidR="00700BC2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14:paraId="078500DC" w14:textId="77777777"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4A2B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14:paraId="147EB5D1" w14:textId="77777777" w:rsidR="00FE4A2B" w:rsidRDefault="00FE4A2B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126D0" w:rsidRPr="009C54AE" w14:paraId="1159DE6F" w14:textId="77777777" w:rsidTr="009126D0">
        <w:tc>
          <w:tcPr>
            <w:tcW w:w="1681" w:type="dxa"/>
            <w:vAlign w:val="center"/>
          </w:tcPr>
          <w:p w14:paraId="3128ECC3" w14:textId="77777777"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14:paraId="0A0FD0C8" w14:textId="77777777"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na rzecz ograniczenia skutków klęski żywiołowej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14:paraId="1BC93744" w14:textId="77777777"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bookmarkEnd w:id="0"/>
    </w:tbl>
    <w:p w14:paraId="3FB6F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B9B15" w14:textId="77777777" w:rsidR="0085747A" w:rsidRPr="009C54AE" w:rsidRDefault="00675843" w:rsidP="00A40F06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F69B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BABD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91ED07" w14:textId="77777777" w:rsidTr="00923D7D">
        <w:tc>
          <w:tcPr>
            <w:tcW w:w="9639" w:type="dxa"/>
          </w:tcPr>
          <w:p w14:paraId="2F05B232" w14:textId="77777777"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6C93" w:rsidRPr="009C54AE" w14:paraId="42AE0B46" w14:textId="77777777" w:rsidTr="00923D7D">
        <w:tc>
          <w:tcPr>
            <w:tcW w:w="9639" w:type="dxa"/>
          </w:tcPr>
          <w:p w14:paraId="613ED63F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Pojęcie sytuacji kryzysowej i kryzysu</w:t>
            </w:r>
          </w:p>
        </w:tc>
      </w:tr>
      <w:tr w:rsidR="006B6C93" w:rsidRPr="009C54AE" w14:paraId="770AC931" w14:textId="77777777" w:rsidTr="00923D7D">
        <w:tc>
          <w:tcPr>
            <w:tcW w:w="9639" w:type="dxa"/>
          </w:tcPr>
          <w:p w14:paraId="29F354D9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Fazy zarządzania kryzysowego</w:t>
            </w:r>
          </w:p>
        </w:tc>
      </w:tr>
      <w:tr w:rsidR="006B6C93" w:rsidRPr="009C54AE" w14:paraId="5B88DF3E" w14:textId="77777777" w:rsidTr="00923D7D">
        <w:tc>
          <w:tcPr>
            <w:tcW w:w="9639" w:type="dxa"/>
          </w:tcPr>
          <w:p w14:paraId="73D55E20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6B6C93" w:rsidRPr="009C54AE" w14:paraId="0BDC3B51" w14:textId="77777777" w:rsidTr="00923D7D">
        <w:tc>
          <w:tcPr>
            <w:tcW w:w="9639" w:type="dxa"/>
          </w:tcPr>
          <w:p w14:paraId="2CE943D6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</w:p>
        </w:tc>
      </w:tr>
      <w:tr w:rsidR="006B6C93" w:rsidRPr="009C54AE" w14:paraId="1069B579" w14:textId="77777777" w:rsidTr="00923D7D">
        <w:tc>
          <w:tcPr>
            <w:tcW w:w="9639" w:type="dxa"/>
          </w:tcPr>
          <w:p w14:paraId="1ADC4C59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 xml:space="preserve"> System i narzędzia zarządzania kryzysowego</w:t>
            </w:r>
          </w:p>
        </w:tc>
      </w:tr>
      <w:tr w:rsidR="006B6C93" w:rsidRPr="009C54AE" w14:paraId="001F028E" w14:textId="77777777" w:rsidTr="00923D7D">
        <w:tc>
          <w:tcPr>
            <w:tcW w:w="9639" w:type="dxa"/>
          </w:tcPr>
          <w:p w14:paraId="42638CD8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Charakterystyka wybranych sił i środków wykorzystywanych w zarządzaniu kryzysowym (Państwowa Straż Pożarna, Policja, Państwowa Inspekcja Sanitarna, Inspekcja Weterynaryjna, Państwowe Ratownictwo Medyczne)</w:t>
            </w:r>
          </w:p>
        </w:tc>
      </w:tr>
      <w:tr w:rsidR="006B6C93" w:rsidRPr="009C54AE" w14:paraId="7AFAC9D0" w14:textId="77777777" w:rsidTr="00923D7D">
        <w:tc>
          <w:tcPr>
            <w:tcW w:w="9639" w:type="dxa"/>
          </w:tcPr>
          <w:p w14:paraId="40B1AB06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</w:p>
        </w:tc>
      </w:tr>
      <w:tr w:rsidR="006B6C93" w:rsidRPr="009C54AE" w14:paraId="338030FD" w14:textId="77777777" w:rsidTr="00923D7D">
        <w:tc>
          <w:tcPr>
            <w:tcW w:w="9639" w:type="dxa"/>
          </w:tcPr>
          <w:p w14:paraId="021D277A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wojewódzkim</w:t>
            </w:r>
          </w:p>
        </w:tc>
      </w:tr>
      <w:tr w:rsidR="006B6C93" w:rsidRPr="009C54AE" w14:paraId="65B3F72D" w14:textId="77777777" w:rsidTr="00923D7D">
        <w:tc>
          <w:tcPr>
            <w:tcW w:w="9639" w:type="dxa"/>
          </w:tcPr>
          <w:p w14:paraId="57E42032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lastRenderedPageBreak/>
              <w:t>Zarządzanie kryzysowe na szczeblu powiatowym</w:t>
            </w:r>
          </w:p>
        </w:tc>
      </w:tr>
      <w:tr w:rsidR="006B6C93" w:rsidRPr="009C54AE" w14:paraId="5EF375DC" w14:textId="77777777" w:rsidTr="00923D7D">
        <w:tc>
          <w:tcPr>
            <w:tcW w:w="9639" w:type="dxa"/>
          </w:tcPr>
          <w:p w14:paraId="441E7175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poziomie gminy</w:t>
            </w:r>
          </w:p>
        </w:tc>
      </w:tr>
      <w:tr w:rsidR="006B6C93" w:rsidRPr="009C54AE" w14:paraId="60C0ED74" w14:textId="77777777" w:rsidTr="00923D7D">
        <w:tc>
          <w:tcPr>
            <w:tcW w:w="9639" w:type="dxa"/>
          </w:tcPr>
          <w:p w14:paraId="3CFD6964" w14:textId="77777777"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Ćwiczenia z zakresu zarządzania kryzysowego (powódź, pożar, katastrofa w ruchu lądowym z uwolnieniem środków toksycznych)</w:t>
            </w:r>
          </w:p>
        </w:tc>
      </w:tr>
    </w:tbl>
    <w:p w14:paraId="646269F5" w14:textId="77777777"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2E87CEA5" w14:textId="77777777" w:rsidR="0085747A" w:rsidRPr="009C54AE" w:rsidRDefault="009F4610" w:rsidP="00A40F06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0F6656" w14:textId="77777777" w:rsidR="00F86810" w:rsidRPr="009C54AE" w:rsidRDefault="006B6C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C93">
        <w:rPr>
          <w:rFonts w:ascii="Corbel" w:hAnsi="Corbel"/>
          <w:b w:val="0"/>
          <w:smallCaps w:val="0"/>
          <w:szCs w:val="24"/>
        </w:rPr>
        <w:t>Ćwiczenia: wykład z prezentacją multimedialną, analiza aktów prawnych i dokumentów, dyskusja moderowana, praca w grupach, rozwiązywanie zadań ćwiczeniowych</w:t>
      </w:r>
    </w:p>
    <w:p w14:paraId="37DFBD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455A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07805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3C08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8CFD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4AE024" w14:textId="77777777" w:rsidTr="00C05F44">
        <w:tc>
          <w:tcPr>
            <w:tcW w:w="1985" w:type="dxa"/>
            <w:vAlign w:val="center"/>
          </w:tcPr>
          <w:p w14:paraId="62E48795" w14:textId="77777777"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3258A9" w14:textId="77777777"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803D0F" w14:textId="77777777"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B3576B" w14:textId="77777777"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D7E15" w14:textId="77777777"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6C93" w:rsidRPr="009C54AE" w14:paraId="510B20F6" w14:textId="77777777" w:rsidTr="00E204AB">
        <w:tc>
          <w:tcPr>
            <w:tcW w:w="1985" w:type="dxa"/>
          </w:tcPr>
          <w:p w14:paraId="2685B03A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 xml:space="preserve">Ek_ 01 </w:t>
            </w:r>
          </w:p>
        </w:tc>
        <w:tc>
          <w:tcPr>
            <w:tcW w:w="5528" w:type="dxa"/>
          </w:tcPr>
          <w:p w14:paraId="71C67151" w14:textId="77777777"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14:paraId="64F61EDE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14:paraId="1600F3F8" w14:textId="77777777" w:rsidTr="00E204AB">
        <w:tc>
          <w:tcPr>
            <w:tcW w:w="1985" w:type="dxa"/>
          </w:tcPr>
          <w:p w14:paraId="32FC4FF0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14:paraId="14938A79" w14:textId="77777777" w:rsidR="006B6C93" w:rsidRPr="00CA0D67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14:paraId="7B340717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14:paraId="11687A6B" w14:textId="77777777" w:rsidTr="00E204AB">
        <w:tc>
          <w:tcPr>
            <w:tcW w:w="1985" w:type="dxa"/>
          </w:tcPr>
          <w:p w14:paraId="3D9C3940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14:paraId="2D4D2305" w14:textId="77777777"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14:paraId="03453755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14:paraId="6D628676" w14:textId="77777777" w:rsidTr="00E204AB">
        <w:tc>
          <w:tcPr>
            <w:tcW w:w="1985" w:type="dxa"/>
          </w:tcPr>
          <w:p w14:paraId="702D19BC" w14:textId="77777777"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14:paraId="0D41415A" w14:textId="77777777" w:rsidR="006B6C93" w:rsidRPr="00CA0D67" w:rsidRDefault="006B6C93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14:paraId="1B74DD82" w14:textId="77777777"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03A5F" w:rsidRPr="009C54AE" w14:paraId="44707A1B" w14:textId="77777777" w:rsidTr="00E204AB">
        <w:tc>
          <w:tcPr>
            <w:tcW w:w="1985" w:type="dxa"/>
          </w:tcPr>
          <w:p w14:paraId="77CD4C95" w14:textId="77777777" w:rsidR="00403A5F" w:rsidRPr="00E204AB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  <w:r w:rsidR="009126D0">
              <w:rPr>
                <w:rFonts w:ascii="Corbel" w:hAnsi="Corbel"/>
                <w:b w:val="0"/>
                <w:smallCaps w:val="0"/>
              </w:rPr>
              <w:t>, EK_06</w:t>
            </w:r>
          </w:p>
        </w:tc>
        <w:tc>
          <w:tcPr>
            <w:tcW w:w="5528" w:type="dxa"/>
          </w:tcPr>
          <w:p w14:paraId="19FFE9BD" w14:textId="77777777" w:rsidR="00403A5F" w:rsidRDefault="00403A5F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rozwiązanie zadania związanego z ograniczeniem skutków wskazanego zagrożenia dla społeczności lokalnej</w:t>
            </w:r>
          </w:p>
        </w:tc>
        <w:tc>
          <w:tcPr>
            <w:tcW w:w="2126" w:type="dxa"/>
            <w:vAlign w:val="center"/>
          </w:tcPr>
          <w:p w14:paraId="09B6CA03" w14:textId="77777777" w:rsidR="00403A5F" w:rsidRPr="00CA0D67" w:rsidRDefault="00403A5F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A092D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BFE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60BB7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4B81DE" w14:textId="77777777" w:rsidTr="00923D7D">
        <w:tc>
          <w:tcPr>
            <w:tcW w:w="9670" w:type="dxa"/>
          </w:tcPr>
          <w:p w14:paraId="3A83C5DC" w14:textId="77777777"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ćwiczenia  – test pisemny wielokrotnego wyboru (MCQ), wielokrotnej odpowiedzi (MRQ), wyboru (T/F) oraz uzupełniania odpowiedzi, aktywny udział w zajęciach</w:t>
            </w:r>
          </w:p>
          <w:p w14:paraId="6C4A6E73" w14:textId="77777777"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Skala ocen z testu:</w:t>
            </w:r>
          </w:p>
          <w:p w14:paraId="7E7C1055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14:paraId="788B9612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14:paraId="1E0920DC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14:paraId="5F3E5630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+dostateczna – od 60 do 69% punktów</w:t>
            </w:r>
          </w:p>
          <w:p w14:paraId="757D471A" w14:textId="77777777"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dostateczna – od 50% do 59% punktów</w:t>
            </w:r>
          </w:p>
          <w:p w14:paraId="621D9E37" w14:textId="77777777" w:rsidR="0085747A" w:rsidRPr="009C54AE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C93">
              <w:rPr>
                <w:rFonts w:ascii="Corbel" w:hAnsi="Corbel"/>
                <w:b w:val="0"/>
                <w:smallCaps w:val="0"/>
                <w:szCs w:val="24"/>
              </w:rPr>
              <w:t>Ocena niedostateczna – mniej niż 50% punktów</w:t>
            </w:r>
          </w:p>
        </w:tc>
      </w:tr>
    </w:tbl>
    <w:p w14:paraId="1686B6DB" w14:textId="77777777" w:rsidR="00403A5F" w:rsidRDefault="00403A5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921ABA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BC2F3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543C78F" w14:textId="77777777" w:rsidTr="003E1941">
        <w:tc>
          <w:tcPr>
            <w:tcW w:w="4962" w:type="dxa"/>
            <w:vAlign w:val="center"/>
          </w:tcPr>
          <w:p w14:paraId="70F3C5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E77A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D58B9" w:rsidRPr="009C54AE" w14:paraId="6BD95280" w14:textId="77777777" w:rsidTr="006B6C93">
        <w:tc>
          <w:tcPr>
            <w:tcW w:w="4962" w:type="dxa"/>
            <w:vAlign w:val="center"/>
          </w:tcPr>
          <w:p w14:paraId="644B6E72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CD8FFC7" w14:textId="77777777" w:rsidR="005D58B9" w:rsidRPr="009C54AE" w:rsidRDefault="00A913DA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D58B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D58B9" w:rsidRPr="009C54AE" w14:paraId="5960DCF3" w14:textId="77777777" w:rsidTr="006B6C93">
        <w:tc>
          <w:tcPr>
            <w:tcW w:w="4962" w:type="dxa"/>
            <w:vAlign w:val="center"/>
          </w:tcPr>
          <w:p w14:paraId="0B3EF735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9E65BA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CB15043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9C54AE" w14:paraId="00B83DBD" w14:textId="77777777" w:rsidTr="006B6C93">
        <w:tc>
          <w:tcPr>
            <w:tcW w:w="4962" w:type="dxa"/>
            <w:vAlign w:val="center"/>
          </w:tcPr>
          <w:p w14:paraId="74094279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24800E3" w14:textId="77777777"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F56D1B7" w14:textId="77777777" w:rsidR="005D58B9" w:rsidRPr="009C54AE" w:rsidRDefault="00D84E47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5D58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9C54AE" w14:paraId="30E3E3DA" w14:textId="77777777" w:rsidTr="00681951">
        <w:tc>
          <w:tcPr>
            <w:tcW w:w="4962" w:type="dxa"/>
          </w:tcPr>
          <w:p w14:paraId="3725307C" w14:textId="77777777" w:rsidR="005D58B9" w:rsidRPr="009C54AE" w:rsidRDefault="005D58B9" w:rsidP="00A40F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8C1E110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D58B9" w:rsidRPr="009C54AE" w14:paraId="35FCEFBF" w14:textId="77777777" w:rsidTr="00681951">
        <w:tc>
          <w:tcPr>
            <w:tcW w:w="4962" w:type="dxa"/>
          </w:tcPr>
          <w:p w14:paraId="31A8EF26" w14:textId="77777777" w:rsidR="005D58B9" w:rsidRPr="009C54AE" w:rsidRDefault="005D58B9" w:rsidP="00A40F0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EB4D30" w14:textId="77777777"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864CE6" w14:textId="77777777" w:rsidR="0061404C" w:rsidRPr="00A40F06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 w:val="22"/>
          <w:szCs w:val="24"/>
        </w:rPr>
      </w:pPr>
      <w:r w:rsidRPr="00A40F06">
        <w:rPr>
          <w:rFonts w:ascii="Corbel" w:hAnsi="Corbel"/>
          <w:b w:val="0"/>
          <w:i/>
          <w:smallCaps w:val="0"/>
          <w:sz w:val="22"/>
          <w:szCs w:val="24"/>
        </w:rPr>
        <w:t xml:space="preserve">* </w:t>
      </w:r>
      <w:r w:rsidR="00C61DC5" w:rsidRPr="00A40F06">
        <w:rPr>
          <w:rFonts w:ascii="Corbel" w:hAnsi="Corbel"/>
          <w:b w:val="0"/>
          <w:i/>
          <w:smallCaps w:val="0"/>
          <w:sz w:val="22"/>
          <w:szCs w:val="24"/>
        </w:rPr>
        <w:t>Należy uwzględnić, że 1 pkt ECTS odpowiada 25-30 godzin całkowitego nakładu pracy studenta.</w:t>
      </w:r>
    </w:p>
    <w:p w14:paraId="40EDE0F7" w14:textId="77777777" w:rsidR="00A40F06" w:rsidRDefault="00A40F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40FD95" w14:textId="20F0620A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24CF1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40F06" w:rsidRPr="009C54AE" w14:paraId="15AF78DC" w14:textId="77777777" w:rsidTr="0071620A">
        <w:trPr>
          <w:trHeight w:val="397"/>
        </w:trPr>
        <w:tc>
          <w:tcPr>
            <w:tcW w:w="3544" w:type="dxa"/>
          </w:tcPr>
          <w:p w14:paraId="3CD6DA8F" w14:textId="77777777" w:rsidR="00A40F06" w:rsidRPr="009C54AE" w:rsidRDefault="00A40F06" w:rsidP="00A40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8B725F" w14:textId="314E3CB2" w:rsidR="00A40F06" w:rsidRPr="009C54AE" w:rsidRDefault="00A40F06" w:rsidP="00A40F0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16F86">
              <w:t>Nie dotyczy</w:t>
            </w:r>
          </w:p>
        </w:tc>
      </w:tr>
      <w:tr w:rsidR="00A40F06" w:rsidRPr="009C54AE" w14:paraId="173FB916" w14:textId="77777777" w:rsidTr="0071620A">
        <w:trPr>
          <w:trHeight w:val="397"/>
        </w:trPr>
        <w:tc>
          <w:tcPr>
            <w:tcW w:w="3544" w:type="dxa"/>
          </w:tcPr>
          <w:p w14:paraId="07BC5B4E" w14:textId="77777777" w:rsidR="00A40F06" w:rsidRPr="009C54AE" w:rsidRDefault="00A40F06" w:rsidP="00A40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076878" w14:textId="217B4D09" w:rsidR="00A40F06" w:rsidRPr="009C54AE" w:rsidRDefault="00A40F06" w:rsidP="00A40F06">
            <w:pPr>
              <w:rPr>
                <w:rFonts w:ascii="Corbel" w:hAnsi="Corbel"/>
                <w:b/>
                <w:smallCaps/>
                <w:szCs w:val="24"/>
              </w:rPr>
            </w:pPr>
            <w:r w:rsidRPr="00016F86">
              <w:t>Nie dotyczy</w:t>
            </w:r>
          </w:p>
        </w:tc>
      </w:tr>
    </w:tbl>
    <w:p w14:paraId="02AC2D4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51BDA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E6A1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859C764" w14:textId="77777777" w:rsidTr="0071620A">
        <w:trPr>
          <w:trHeight w:val="397"/>
        </w:trPr>
        <w:tc>
          <w:tcPr>
            <w:tcW w:w="7513" w:type="dxa"/>
          </w:tcPr>
          <w:p w14:paraId="0ED2057C" w14:textId="77777777" w:rsidR="005D58B9" w:rsidRPr="00472624" w:rsidRDefault="0085747A" w:rsidP="005D58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262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A29218B" w14:textId="77777777" w:rsidR="006B7CE7" w:rsidRPr="006B7CE7" w:rsidRDefault="006B7CE7" w:rsidP="0047262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>Więcek W., Bieniek J., Podstawy zarządzania kryzysowego i scenariusze ćwiczeń, Warszawa 2014.</w:t>
            </w:r>
          </w:p>
          <w:p w14:paraId="06F88D84" w14:textId="77777777" w:rsidR="00843EE8" w:rsidRPr="009C54AE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>Zarządzanie kryzysowe, red. W. Lidwa, Warszawa 2015.</w:t>
            </w:r>
          </w:p>
        </w:tc>
      </w:tr>
      <w:tr w:rsidR="0085747A" w:rsidRPr="009C54AE" w14:paraId="43EFC063" w14:textId="77777777" w:rsidTr="0071620A">
        <w:trPr>
          <w:trHeight w:val="397"/>
        </w:trPr>
        <w:tc>
          <w:tcPr>
            <w:tcW w:w="7513" w:type="dxa"/>
          </w:tcPr>
          <w:p w14:paraId="7742F0E9" w14:textId="185FC1FB"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262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CA16A84" w14:textId="77777777" w:rsidR="00472624" w:rsidRPr="00472624" w:rsidRDefault="00472624" w:rsidP="00843E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E211394" w14:textId="77777777"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Skomra W.,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– praktyczny przewodnik po nowelizacji ustawy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Wrocław 2010.</w:t>
            </w:r>
          </w:p>
          <w:p w14:paraId="35F8F533" w14:textId="77777777"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red. R. Częścik, Z. Nowakowski, T. Płusa, J. Rajchel, K. Rajchel, Warszawa – Dęblin 2014.</w:t>
            </w:r>
          </w:p>
          <w:p w14:paraId="2AE3769A" w14:textId="77777777"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kryzysowe. Teoria, praktyka, konteksty, badania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red. J. Stawnicka, B. Wiśniewski, R. Socha, Szczytno 2011.</w:t>
            </w:r>
          </w:p>
          <w:p w14:paraId="7349B9F3" w14:textId="77777777"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Żebrowski A.,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elementami bezpieczeństwa Rzeczypospolitej Polskiej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E6F8E78" w14:textId="77777777"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Ziarko J., Walas-Trębacz J.,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Podstawy zarządzania kryzysowego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, cz. 1.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 publicznej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14:paraId="48B980B6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Rządowe Centrum Bezpieczeństwa, http://rcb.gov.pl/</w:t>
            </w:r>
          </w:p>
          <w:p w14:paraId="0F8BAE59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18 kwietnia 2002 r. o stanie klęski żywiołowej, tekst jedn. Dz.U. z 2014 r., poz. 333.</w:t>
            </w:r>
          </w:p>
          <w:p w14:paraId="7CAC32D8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Ustawa z dnia 18 marca 2010 r. o szczególnych uprawnieniach ministra właściwego do spraw skarbu Państwa oraz ich wykonywaniu w niektórych spółkach kapitałowych lub grupach kapitałowych prowadzących 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w sektorach energii elektrycznej, ropy naftowej oraz paliw gazowych, Dz.U. nr 65, poz. 404.</w:t>
            </w:r>
          </w:p>
          <w:p w14:paraId="7527703E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21 czerwca 2002 r. o stanie wyjątkowym, tekst jedn. Dz.U. z 2014 r., poz. 1191.</w:t>
            </w:r>
          </w:p>
          <w:p w14:paraId="0509EA65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22 sierpnia 1997 r. o ochronie osób i mienia, tekst jedn. Dz.U. z 2014 r., poz. 1099.</w:t>
            </w:r>
          </w:p>
          <w:p w14:paraId="6871DF82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26 kwietnia 2007 r. o zarządzaniu kryzysowym, tekst jedn. Dz.U. z 2013 r., poz. 1166.</w:t>
            </w:r>
          </w:p>
          <w:p w14:paraId="73986E9E" w14:textId="77777777"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29 sierpnia 2002 r. o stanie wojennym oraz o kompetencjach Naczelnego Dowódcy Sił Zbrojnych i zasadach jego podległości konstytucyjnym organom Rzeczypospolitej Polskiej, tekst jedn. Dz.U. z 2014 r., poz. 1815.</w:t>
            </w:r>
          </w:p>
          <w:p w14:paraId="39D88EEC" w14:textId="77777777" w:rsidR="00331C41" w:rsidRPr="00331C4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5 sierpnia 2010 r. o ochronie informacji niejawnych, Dz.U. nr 182, poz. 1228.</w:t>
            </w:r>
          </w:p>
        </w:tc>
      </w:tr>
    </w:tbl>
    <w:p w14:paraId="5FB468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26AF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8F3C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C09C" w14:textId="77777777" w:rsidR="00FC540A" w:rsidRDefault="00FC540A" w:rsidP="00C16ABF">
      <w:pPr>
        <w:spacing w:after="0" w:line="240" w:lineRule="auto"/>
      </w:pPr>
      <w:r>
        <w:separator/>
      </w:r>
    </w:p>
  </w:endnote>
  <w:endnote w:type="continuationSeparator" w:id="0">
    <w:p w14:paraId="6BD32435" w14:textId="77777777" w:rsidR="00FC540A" w:rsidRDefault="00FC54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0B9EE" w14:textId="77777777" w:rsidR="00FC540A" w:rsidRDefault="00FC540A" w:rsidP="00C16ABF">
      <w:pPr>
        <w:spacing w:after="0" w:line="240" w:lineRule="auto"/>
      </w:pPr>
      <w:r>
        <w:separator/>
      </w:r>
    </w:p>
  </w:footnote>
  <w:footnote w:type="continuationSeparator" w:id="0">
    <w:p w14:paraId="7B5C7BE4" w14:textId="77777777" w:rsidR="00FC540A" w:rsidRDefault="00FC540A" w:rsidP="00C16ABF">
      <w:pPr>
        <w:spacing w:after="0" w:line="240" w:lineRule="auto"/>
      </w:pPr>
      <w:r>
        <w:continuationSeparator/>
      </w:r>
    </w:p>
  </w:footnote>
  <w:footnote w:id="1">
    <w:p w14:paraId="182D08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6921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E7"/>
    <w:rsid w:val="000F1C57"/>
    <w:rsid w:val="000F5615"/>
    <w:rsid w:val="0011715B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511D"/>
    <w:rsid w:val="00165B04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6A8F"/>
    <w:rsid w:val="002125DF"/>
    <w:rsid w:val="002144C0"/>
    <w:rsid w:val="0022477D"/>
    <w:rsid w:val="002278A9"/>
    <w:rsid w:val="00230CCA"/>
    <w:rsid w:val="002336F9"/>
    <w:rsid w:val="0024028F"/>
    <w:rsid w:val="00244ABC"/>
    <w:rsid w:val="00281FF2"/>
    <w:rsid w:val="002857DE"/>
    <w:rsid w:val="00291567"/>
    <w:rsid w:val="0029303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17F"/>
    <w:rsid w:val="0030395F"/>
    <w:rsid w:val="00305C92"/>
    <w:rsid w:val="003151C5"/>
    <w:rsid w:val="00326C8E"/>
    <w:rsid w:val="00331C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CAC"/>
    <w:rsid w:val="003D18A9"/>
    <w:rsid w:val="003D6CE2"/>
    <w:rsid w:val="003E1941"/>
    <w:rsid w:val="003E2FE6"/>
    <w:rsid w:val="003E49D5"/>
    <w:rsid w:val="003F205D"/>
    <w:rsid w:val="003F38C0"/>
    <w:rsid w:val="00403A5F"/>
    <w:rsid w:val="00414E3C"/>
    <w:rsid w:val="0042244A"/>
    <w:rsid w:val="00425E3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624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564"/>
    <w:rsid w:val="00517C63"/>
    <w:rsid w:val="005363C4"/>
    <w:rsid w:val="00536BDE"/>
    <w:rsid w:val="00543ACC"/>
    <w:rsid w:val="0056696D"/>
    <w:rsid w:val="0059484D"/>
    <w:rsid w:val="00596729"/>
    <w:rsid w:val="005A0855"/>
    <w:rsid w:val="005A3196"/>
    <w:rsid w:val="005C080F"/>
    <w:rsid w:val="005C55E5"/>
    <w:rsid w:val="005C696A"/>
    <w:rsid w:val="005D58B9"/>
    <w:rsid w:val="005E5B24"/>
    <w:rsid w:val="005E6E85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96477"/>
    <w:rsid w:val="006B6C93"/>
    <w:rsid w:val="006B7CE7"/>
    <w:rsid w:val="006D050F"/>
    <w:rsid w:val="006D6139"/>
    <w:rsid w:val="006E5D65"/>
    <w:rsid w:val="006F1282"/>
    <w:rsid w:val="006F1FBC"/>
    <w:rsid w:val="006F31E2"/>
    <w:rsid w:val="006F64CE"/>
    <w:rsid w:val="00700BC2"/>
    <w:rsid w:val="00706544"/>
    <w:rsid w:val="007072BA"/>
    <w:rsid w:val="0071620A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9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22"/>
    <w:rsid w:val="0081554D"/>
    <w:rsid w:val="0081707E"/>
    <w:rsid w:val="00843EE8"/>
    <w:rsid w:val="008449B3"/>
    <w:rsid w:val="008552A2"/>
    <w:rsid w:val="0085747A"/>
    <w:rsid w:val="00874A07"/>
    <w:rsid w:val="00884922"/>
    <w:rsid w:val="00885F64"/>
    <w:rsid w:val="008917F9"/>
    <w:rsid w:val="008A45F7"/>
    <w:rsid w:val="008C0CC0"/>
    <w:rsid w:val="008C19A9"/>
    <w:rsid w:val="008C379D"/>
    <w:rsid w:val="008C4ABE"/>
    <w:rsid w:val="008C5147"/>
    <w:rsid w:val="008C5359"/>
    <w:rsid w:val="008C5363"/>
    <w:rsid w:val="008D1DB8"/>
    <w:rsid w:val="008D3DFB"/>
    <w:rsid w:val="008E64F4"/>
    <w:rsid w:val="008F12C9"/>
    <w:rsid w:val="008F6E29"/>
    <w:rsid w:val="009126D0"/>
    <w:rsid w:val="00912CD2"/>
    <w:rsid w:val="00916188"/>
    <w:rsid w:val="0092045C"/>
    <w:rsid w:val="00923D7D"/>
    <w:rsid w:val="009464BA"/>
    <w:rsid w:val="009508DF"/>
    <w:rsid w:val="00950DAC"/>
    <w:rsid w:val="00954A07"/>
    <w:rsid w:val="0095595B"/>
    <w:rsid w:val="0096104A"/>
    <w:rsid w:val="0096325B"/>
    <w:rsid w:val="00966CAF"/>
    <w:rsid w:val="00997F14"/>
    <w:rsid w:val="009A78D9"/>
    <w:rsid w:val="009C3E31"/>
    <w:rsid w:val="009C54AE"/>
    <w:rsid w:val="009C788E"/>
    <w:rsid w:val="009D3F3B"/>
    <w:rsid w:val="009E0543"/>
    <w:rsid w:val="009E3B41"/>
    <w:rsid w:val="009F06B6"/>
    <w:rsid w:val="009F3C5C"/>
    <w:rsid w:val="009F4610"/>
    <w:rsid w:val="00A00ECC"/>
    <w:rsid w:val="00A140E1"/>
    <w:rsid w:val="00A155EE"/>
    <w:rsid w:val="00A218A6"/>
    <w:rsid w:val="00A2245B"/>
    <w:rsid w:val="00A23406"/>
    <w:rsid w:val="00A30110"/>
    <w:rsid w:val="00A31539"/>
    <w:rsid w:val="00A36899"/>
    <w:rsid w:val="00A371F6"/>
    <w:rsid w:val="00A40F06"/>
    <w:rsid w:val="00A43BF6"/>
    <w:rsid w:val="00A53FA5"/>
    <w:rsid w:val="00A54817"/>
    <w:rsid w:val="00A601C8"/>
    <w:rsid w:val="00A60799"/>
    <w:rsid w:val="00A84C85"/>
    <w:rsid w:val="00A913DA"/>
    <w:rsid w:val="00A97DE1"/>
    <w:rsid w:val="00AB053C"/>
    <w:rsid w:val="00AC562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479FA"/>
    <w:rsid w:val="00B513D4"/>
    <w:rsid w:val="00B607DB"/>
    <w:rsid w:val="00B64F2E"/>
    <w:rsid w:val="00B66529"/>
    <w:rsid w:val="00B75946"/>
    <w:rsid w:val="00B8056E"/>
    <w:rsid w:val="00B819C8"/>
    <w:rsid w:val="00B82308"/>
    <w:rsid w:val="00B90885"/>
    <w:rsid w:val="00B9336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61"/>
    <w:rsid w:val="00C766DF"/>
    <w:rsid w:val="00C84018"/>
    <w:rsid w:val="00C94B98"/>
    <w:rsid w:val="00C958A7"/>
    <w:rsid w:val="00CA2B96"/>
    <w:rsid w:val="00CA5089"/>
    <w:rsid w:val="00CA7C4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9B1"/>
    <w:rsid w:val="00D46B63"/>
    <w:rsid w:val="00D552B2"/>
    <w:rsid w:val="00D608D1"/>
    <w:rsid w:val="00D74119"/>
    <w:rsid w:val="00D8075B"/>
    <w:rsid w:val="00D84E47"/>
    <w:rsid w:val="00D8678B"/>
    <w:rsid w:val="00D87318"/>
    <w:rsid w:val="00DA2114"/>
    <w:rsid w:val="00DD55EA"/>
    <w:rsid w:val="00DE09C0"/>
    <w:rsid w:val="00DE3DDE"/>
    <w:rsid w:val="00DE4A14"/>
    <w:rsid w:val="00DF320D"/>
    <w:rsid w:val="00DF71C8"/>
    <w:rsid w:val="00E129B8"/>
    <w:rsid w:val="00E155B7"/>
    <w:rsid w:val="00E204AB"/>
    <w:rsid w:val="00E21E7D"/>
    <w:rsid w:val="00E22FBC"/>
    <w:rsid w:val="00E24BF5"/>
    <w:rsid w:val="00E25338"/>
    <w:rsid w:val="00E51E44"/>
    <w:rsid w:val="00E57053"/>
    <w:rsid w:val="00E63348"/>
    <w:rsid w:val="00E67B1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8C5"/>
    <w:rsid w:val="00EF4178"/>
    <w:rsid w:val="00F070AB"/>
    <w:rsid w:val="00F17567"/>
    <w:rsid w:val="00F27A7B"/>
    <w:rsid w:val="00F36498"/>
    <w:rsid w:val="00F526AF"/>
    <w:rsid w:val="00F617C3"/>
    <w:rsid w:val="00F7066B"/>
    <w:rsid w:val="00F83B28"/>
    <w:rsid w:val="00F86810"/>
    <w:rsid w:val="00F974DA"/>
    <w:rsid w:val="00FA46E5"/>
    <w:rsid w:val="00FB5937"/>
    <w:rsid w:val="00FB7DBA"/>
    <w:rsid w:val="00FC1C25"/>
    <w:rsid w:val="00FC3F45"/>
    <w:rsid w:val="00FC540A"/>
    <w:rsid w:val="00FD503F"/>
    <w:rsid w:val="00FD741C"/>
    <w:rsid w:val="00FD7589"/>
    <w:rsid w:val="00FE4A2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FC7D"/>
  <w15:docId w15:val="{0ED1956F-594A-425B-A445-1306F01A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464B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B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B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A94F-2A2F-41DB-8868-C58949AB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1045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8</cp:revision>
  <cp:lastPrinted>2019-02-06T12:12:00Z</cp:lastPrinted>
  <dcterms:created xsi:type="dcterms:W3CDTF">2020-12-04T22:59:00Z</dcterms:created>
  <dcterms:modified xsi:type="dcterms:W3CDTF">2024-01-17T10:05:00Z</dcterms:modified>
</cp:coreProperties>
</file>